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A99" w:rsidRPr="00C45A99" w:rsidRDefault="00C45A99" w:rsidP="00C45A99">
      <w:r w:rsidRPr="00C45A99">
        <w:t xml:space="preserve">Visual Art - Grades K-6 - Mrs. </w:t>
      </w:r>
      <w:proofErr w:type="spellStart"/>
      <w:r w:rsidRPr="00C45A99">
        <w:t>Scheetz</w:t>
      </w:r>
      <w:proofErr w:type="spellEnd"/>
    </w:p>
    <w:p w:rsidR="00C45A99" w:rsidRPr="00C45A99" w:rsidRDefault="00C45A99" w:rsidP="00C45A99">
      <w:r w:rsidRPr="00C45A99">
        <w:t>Grade: 5th and 6th grade</w:t>
      </w:r>
    </w:p>
    <w:p w:rsidR="00C45A99" w:rsidRPr="00C45A99" w:rsidRDefault="00C45A99" w:rsidP="00C45A99">
      <w:r w:rsidRPr="00C45A99">
        <w:t xml:space="preserve">Lesson Title: </w:t>
      </w:r>
      <w:proofErr w:type="spellStart"/>
      <w:r w:rsidRPr="00C45A99">
        <w:t>Godseye</w:t>
      </w:r>
      <w:proofErr w:type="spellEnd"/>
    </w:p>
    <w:p w:rsidR="00C45A99" w:rsidRPr="00C45A99" w:rsidRDefault="00C45A99" w:rsidP="00C45A99">
      <w:r w:rsidRPr="00C45A99">
        <w:t xml:space="preserve">Length of Lesson: 80 </w:t>
      </w:r>
      <w:proofErr w:type="spellStart"/>
      <w:r w:rsidRPr="00C45A99">
        <w:t>mins</w:t>
      </w:r>
      <w:proofErr w:type="spellEnd"/>
      <w:r w:rsidRPr="00C45A99">
        <w:t>.</w:t>
      </w:r>
    </w:p>
    <w:p w:rsidR="00C45A99" w:rsidRPr="00C45A99" w:rsidRDefault="00C45A99" w:rsidP="00C45A99">
      <w:r w:rsidRPr="00C45A99">
        <w:t>Materials: craft sticks, colored yarn, print of the Avalon Ballroom Dance Concert Poster, wood glue</w:t>
      </w:r>
    </w:p>
    <w:p w:rsidR="00C45A99" w:rsidRPr="00C45A99" w:rsidRDefault="00C45A99" w:rsidP="00C45A99">
      <w:r w:rsidRPr="00C45A99">
        <w:t xml:space="preserve">The students will: Learn about Janis Joplin while they create a </w:t>
      </w:r>
      <w:proofErr w:type="spellStart"/>
      <w:r w:rsidRPr="00C45A99">
        <w:t>Godseye</w:t>
      </w:r>
      <w:proofErr w:type="spellEnd"/>
      <w:r w:rsidRPr="00C45A99">
        <w:t xml:space="preserve"> out of yarn and craft sticks</w:t>
      </w:r>
    </w:p>
    <w:p w:rsidR="00C45A99" w:rsidRPr="00C45A99" w:rsidRDefault="00C45A99" w:rsidP="00C45A99">
      <w:r w:rsidRPr="00C45A99">
        <w:t xml:space="preserve">Procedures: 1. </w:t>
      </w:r>
      <w:proofErr w:type="gramStart"/>
      <w:r w:rsidRPr="00C45A99">
        <w:t>The</w:t>
      </w:r>
      <w:proofErr w:type="gramEnd"/>
      <w:r w:rsidRPr="00C45A99">
        <w:t xml:space="preserve"> students will glue two craft sticks together in a plus sign.</w:t>
      </w:r>
    </w:p>
    <w:p w:rsidR="00C45A99" w:rsidRPr="00C45A99" w:rsidRDefault="00C45A99" w:rsidP="00C45A99">
      <w:r w:rsidRPr="00C45A99">
        <w:t>2. The students will pick various colors of yarn to weave.</w:t>
      </w:r>
    </w:p>
    <w:p w:rsidR="00C45A99" w:rsidRPr="00C45A99" w:rsidRDefault="00C45A99" w:rsidP="00C45A99">
      <w:r w:rsidRPr="00C45A99">
        <w:t>3. Each student will weave the yarn around the craft sticks to make a diamond shaped weaving.</w:t>
      </w:r>
    </w:p>
    <w:p w:rsidR="00C45A99" w:rsidRPr="00C45A99" w:rsidRDefault="00C45A99" w:rsidP="00C45A99">
      <w:r w:rsidRPr="00C45A99">
        <w:t>4. Tie the yarn at the end at the end of the weaving to secure it in place.</w:t>
      </w:r>
    </w:p>
    <w:p w:rsidR="00C45A99" w:rsidRPr="00C45A99" w:rsidRDefault="00C45A99" w:rsidP="00C45A99">
      <w:r w:rsidRPr="00C45A99">
        <w:t>Indicators: Use appropriate vocabulary to identify the content in works of art created for different purposes.</w:t>
      </w:r>
    </w:p>
    <w:p w:rsidR="00C45A99" w:rsidRPr="00C45A99" w:rsidRDefault="00C45A99" w:rsidP="00C45A99">
      <w:r w:rsidRPr="00C45A99">
        <w:t>Explore ways that art making functions as a means of personal identification and expression.</w:t>
      </w:r>
    </w:p>
    <w:p w:rsidR="00C45A99" w:rsidRPr="00C45A99" w:rsidRDefault="00C45A99" w:rsidP="00C45A99">
      <w:r w:rsidRPr="00C45A99">
        <w:t>Research the role of visual art in a variety of historical periods.</w:t>
      </w:r>
    </w:p>
    <w:p w:rsidR="00C45A99" w:rsidRPr="00C45A99" w:rsidRDefault="00C45A99" w:rsidP="00C45A99">
      <w:r w:rsidRPr="00C45A99">
        <w:t xml:space="preserve">Closure: Allow a five minute time at the end of each class for </w:t>
      </w:r>
      <w:proofErr w:type="spellStart"/>
      <w:r w:rsidRPr="00C45A99">
        <w:t>clean up</w:t>
      </w:r>
      <w:proofErr w:type="spellEnd"/>
      <w:r w:rsidRPr="00C45A99">
        <w:t>.</w:t>
      </w:r>
    </w:p>
    <w:p w:rsidR="00595452" w:rsidRDefault="00595452">
      <w:bookmarkStart w:id="0" w:name="_GoBack"/>
      <w:bookmarkEnd w:id="0"/>
    </w:p>
    <w:sectPr w:rsidR="00595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99"/>
    <w:rsid w:val="00595452"/>
    <w:rsid w:val="00C4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8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5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8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6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54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8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8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7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528967B7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engler</dc:creator>
  <cp:lastModifiedBy>mindy engler</cp:lastModifiedBy>
  <cp:revision>1</cp:revision>
  <dcterms:created xsi:type="dcterms:W3CDTF">2012-04-19T16:34:00Z</dcterms:created>
  <dcterms:modified xsi:type="dcterms:W3CDTF">2012-04-19T16:36:00Z</dcterms:modified>
</cp:coreProperties>
</file>